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22DDE356" w14:textId="77777777" w:rsidTr="00FD02BC">
        <w:tc>
          <w:tcPr>
            <w:tcW w:w="1311" w:type="dxa"/>
          </w:tcPr>
          <w:p w14:paraId="7A0F6FEB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3D459297" w14:textId="77777777" w:rsidR="00757AC7" w:rsidRPr="00066BEF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31158D63" w14:textId="77777777" w:rsidR="00757AC7" w:rsidRPr="00066BEF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66BEF" w:rsidRPr="009146AD" w14:paraId="76A22AC7" w14:textId="77777777" w:rsidTr="00FD02BC">
        <w:tc>
          <w:tcPr>
            <w:tcW w:w="1311" w:type="dxa"/>
          </w:tcPr>
          <w:p w14:paraId="356721F3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bookmarkStart w:id="0" w:name="_Hlk62025271"/>
            <w:r w:rsidRPr="00066BEF">
              <w:rPr>
                <w:rFonts w:ascii="Poppins" w:hAnsi="Poppins" w:cs="Poppins"/>
                <w:bCs/>
                <w:sz w:val="20"/>
              </w:rPr>
              <w:t>01282200</w:t>
            </w:r>
          </w:p>
        </w:tc>
        <w:tc>
          <w:tcPr>
            <w:tcW w:w="2086" w:type="dxa"/>
          </w:tcPr>
          <w:p w14:paraId="7B6AD8D1" w14:textId="033F093B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da 1” 2+2 vie 24x19 con supporti metallici </w:t>
            </w:r>
          </w:p>
        </w:tc>
        <w:tc>
          <w:tcPr>
            <w:tcW w:w="6101" w:type="dxa"/>
          </w:tcPr>
          <w:p w14:paraId="4D0CD6F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009EAFB3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62C718D4" w14:textId="77777777" w:rsidR="00066BEF" w:rsidRPr="0002620C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02620C">
              <w:rPr>
                <w:rFonts w:ascii="Poppins" w:hAnsi="Poppins" w:cs="Poppins"/>
                <w:bCs/>
                <w:color w:val="000000" w:themeColor="text1"/>
                <w:sz w:val="20"/>
              </w:rPr>
              <w:t>Completo di:</w:t>
            </w:r>
          </w:p>
          <w:p w14:paraId="0B105CB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Detentori con misuratori di portata incorporati (0÷4 l/min)</w:t>
            </w:r>
          </w:p>
          <w:p w14:paraId="0DC1229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Valvole a regolazione manuale predisposte per teste elettrotermiche con ghiera M30x1,5</w:t>
            </w:r>
          </w:p>
          <w:p w14:paraId="45597D8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tappi ciechi da 1” con guarnizione o-ring</w:t>
            </w:r>
          </w:p>
          <w:p w14:paraId="1530BEF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scarico da 1/2"</w:t>
            </w:r>
          </w:p>
          <w:p w14:paraId="0A1AE24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sfogo aria da 1/2" con sfiato (laterale + manuale)</w:t>
            </w:r>
          </w:p>
          <w:p w14:paraId="44684BE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supporti metallici doppi da 1”</w:t>
            </w:r>
          </w:p>
          <w:p w14:paraId="7034FC5D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3BC26A0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b/>
                <w:color w:val="000000" w:themeColor="text1"/>
                <w:sz w:val="20"/>
              </w:rPr>
              <w:t>Dati tecnici:</w:t>
            </w:r>
          </w:p>
          <w:p w14:paraId="2C6989B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Temperatura massima con misuratori di portata: 90 °C</w:t>
            </w:r>
          </w:p>
          <w:p w14:paraId="67D449A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Pressione massima con misuratori di portata: 6 bar</w:t>
            </w:r>
          </w:p>
          <w:p w14:paraId="561988C4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BD7D5A">
              <w:rPr>
                <w:rFonts w:ascii="Poppins" w:hAnsi="Poppins" w:cs="Poppins"/>
                <w:color w:val="000000" w:themeColor="text1"/>
                <w:sz w:val="20"/>
              </w:rPr>
              <w:t>Filettatura di testa: G 1” F</w:t>
            </w:r>
          </w:p>
          <w:p w14:paraId="2CA0BAE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Derivazioni vie laterali: filettatura maschio 24x19</w:t>
            </w:r>
          </w:p>
          <w:p w14:paraId="2D2EA80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Interasse derivazioni: 50 mm</w:t>
            </w:r>
          </w:p>
          <w:p w14:paraId="71F1D1C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N° vie: 2+2 vie</w:t>
            </w:r>
          </w:p>
          <w:p w14:paraId="650A0EC4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4DE5740E" w14:textId="2A59C944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 1” 2+2 vie 24x19 con supporti metallici o equivalente.</w:t>
            </w:r>
          </w:p>
        </w:tc>
      </w:tr>
      <w:tr w:rsidR="00066BEF" w:rsidRPr="004C6F17" w14:paraId="2268F36C" w14:textId="77777777" w:rsidTr="00FD02BC">
        <w:tc>
          <w:tcPr>
            <w:tcW w:w="1311" w:type="dxa"/>
          </w:tcPr>
          <w:p w14:paraId="46501180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01282202</w:t>
            </w:r>
          </w:p>
        </w:tc>
        <w:tc>
          <w:tcPr>
            <w:tcW w:w="2086" w:type="dxa"/>
          </w:tcPr>
          <w:p w14:paraId="3499BBD5" w14:textId="62107B23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3+3 vie 24x19 con supporti metallici</w:t>
            </w:r>
          </w:p>
        </w:tc>
        <w:tc>
          <w:tcPr>
            <w:tcW w:w="6101" w:type="dxa"/>
          </w:tcPr>
          <w:p w14:paraId="08C7BBDD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717ECCD2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88495B1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16F757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BF9A7E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3ABFF3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2 tappi ciechi da 1” con guarnizione o-ring</w:t>
            </w:r>
          </w:p>
          <w:p w14:paraId="186A0D2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378837A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7FCCAC2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69F4E3C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2D2348F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5373CC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332438D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0FA5B567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632CD85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A74EDC7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2D2D98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3+3 vie</w:t>
            </w:r>
          </w:p>
          <w:p w14:paraId="6DEF57D8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1209F0D6" w14:textId="0021DA5C" w:rsidR="00066BEF" w:rsidRPr="00066BEF" w:rsidRDefault="00066BEF" w:rsidP="00066BE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3+3 vie 24x19 con supporti metallici o equivalente.</w:t>
            </w:r>
          </w:p>
        </w:tc>
      </w:tr>
      <w:tr w:rsidR="00066BEF" w:rsidRPr="004C6F17" w14:paraId="695A51D6" w14:textId="77777777" w:rsidTr="00FD02BC">
        <w:tc>
          <w:tcPr>
            <w:tcW w:w="1311" w:type="dxa"/>
          </w:tcPr>
          <w:p w14:paraId="2F4F3A1F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01282204</w:t>
            </w:r>
          </w:p>
        </w:tc>
        <w:tc>
          <w:tcPr>
            <w:tcW w:w="2086" w:type="dxa"/>
          </w:tcPr>
          <w:p w14:paraId="6FCE40D3" w14:textId="2A24C383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4+4 vie 24x19 con supporti metallici</w:t>
            </w:r>
          </w:p>
        </w:tc>
        <w:tc>
          <w:tcPr>
            <w:tcW w:w="6101" w:type="dxa"/>
          </w:tcPr>
          <w:p w14:paraId="5699D88F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6715D42B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7956E1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906C6B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40301B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6264FCF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5749F190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4AC50CF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048FFA10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2278FB7A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6542BA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1A445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28BD4FD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01ACE3D2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60AC944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57C243D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Interasse derivazioni: 50 mm</w:t>
            </w:r>
          </w:p>
          <w:p w14:paraId="52B14ED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4+4 vie</w:t>
            </w:r>
          </w:p>
          <w:p w14:paraId="772B8A97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5C70AAEE" w14:textId="7F8FE23E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4+4 vie 24x19 con supporti metallici o equivalente.</w:t>
            </w:r>
          </w:p>
        </w:tc>
      </w:tr>
      <w:tr w:rsidR="00066BEF" w:rsidRPr="004C6F17" w14:paraId="641155A1" w14:textId="77777777" w:rsidTr="00FD02BC">
        <w:tc>
          <w:tcPr>
            <w:tcW w:w="1311" w:type="dxa"/>
          </w:tcPr>
          <w:p w14:paraId="490275BA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01282206</w:t>
            </w:r>
          </w:p>
        </w:tc>
        <w:tc>
          <w:tcPr>
            <w:tcW w:w="2086" w:type="dxa"/>
          </w:tcPr>
          <w:p w14:paraId="753C0254" w14:textId="63BDA054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5+5 vie 24x19 con supporti metallici</w:t>
            </w:r>
          </w:p>
        </w:tc>
        <w:tc>
          <w:tcPr>
            <w:tcW w:w="6101" w:type="dxa"/>
          </w:tcPr>
          <w:p w14:paraId="1A323D8A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146F95B3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7CEC135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71D6C52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57572EA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6A5BEAB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5F90859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46616857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21ECA8D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0F156A9E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A7D935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944ADB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7AC9B2D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6DF3FD2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DA0210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6320A75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6BFC61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5+5 vie</w:t>
            </w:r>
          </w:p>
          <w:p w14:paraId="361F16E7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1BE7EBF" w14:textId="3AF99B27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5+5 vie 24x19 con supporti metallici o equivalente.</w:t>
            </w:r>
          </w:p>
        </w:tc>
      </w:tr>
      <w:tr w:rsidR="00066BEF" w:rsidRPr="004C6F17" w14:paraId="10B780CE" w14:textId="77777777" w:rsidTr="00FD02BC">
        <w:tc>
          <w:tcPr>
            <w:tcW w:w="1311" w:type="dxa"/>
          </w:tcPr>
          <w:p w14:paraId="080EDF14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01282208</w:t>
            </w:r>
          </w:p>
        </w:tc>
        <w:tc>
          <w:tcPr>
            <w:tcW w:w="2086" w:type="dxa"/>
          </w:tcPr>
          <w:p w14:paraId="72D8745B" w14:textId="2ACE8D36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6+6 vie 24x19 con supporti metallici</w:t>
            </w:r>
          </w:p>
        </w:tc>
        <w:tc>
          <w:tcPr>
            <w:tcW w:w="6101" w:type="dxa"/>
          </w:tcPr>
          <w:p w14:paraId="74F4CE6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6E9E3AE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74582E9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lastRenderedPageBreak/>
              <w:t>Completo di:</w:t>
            </w:r>
          </w:p>
          <w:p w14:paraId="50BBEEE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54C8C79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59EDEF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2ADCE9D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7803F92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4B7B414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283826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A2D915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12C8E3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0559B4BF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5D77BD28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5A0831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9D2083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991C6F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6+6 vie</w:t>
            </w:r>
          </w:p>
          <w:p w14:paraId="488A2F1E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83E7FBD" w14:textId="49FC2F15" w:rsidR="00066BEF" w:rsidRPr="00066BEF" w:rsidRDefault="00066BEF" w:rsidP="00066BE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6+6 vie 24x19 con supporti metallici o equivalente.</w:t>
            </w:r>
          </w:p>
        </w:tc>
      </w:tr>
      <w:tr w:rsidR="00066BEF" w:rsidRPr="004C6F17" w14:paraId="55A7DEA3" w14:textId="77777777" w:rsidTr="00FD02BC">
        <w:tc>
          <w:tcPr>
            <w:tcW w:w="1311" w:type="dxa"/>
          </w:tcPr>
          <w:p w14:paraId="6AD51E26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01282210</w:t>
            </w:r>
          </w:p>
        </w:tc>
        <w:tc>
          <w:tcPr>
            <w:tcW w:w="2086" w:type="dxa"/>
          </w:tcPr>
          <w:p w14:paraId="4ECA5869" w14:textId="76C4216C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7+7 vie 24x19 con supporti metallici</w:t>
            </w:r>
          </w:p>
        </w:tc>
        <w:tc>
          <w:tcPr>
            <w:tcW w:w="6101" w:type="dxa"/>
          </w:tcPr>
          <w:p w14:paraId="43AE9733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1BEB5E5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F8DF449" w14:textId="77777777" w:rsidR="00066BEF" w:rsidRPr="001B1339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73E16A7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9BE17D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7CA49CF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5225B89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C27808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627B7930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35E509B8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B2A52C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6774DD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Temperatura massima con misuratori di portata: 90 °C</w:t>
            </w:r>
          </w:p>
          <w:p w14:paraId="79F22E8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5AF01A28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4828490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C86328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34CA26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7+7 vie</w:t>
            </w:r>
          </w:p>
          <w:p w14:paraId="3E0043CE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2B361A9E" w14:textId="459FAD1F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7+7 vie 24x19 con supporti metallici o equivalente.</w:t>
            </w:r>
          </w:p>
        </w:tc>
      </w:tr>
      <w:tr w:rsidR="00066BEF" w:rsidRPr="004C6F17" w14:paraId="73A53A9D" w14:textId="77777777" w:rsidTr="00FD02BC">
        <w:tc>
          <w:tcPr>
            <w:tcW w:w="1311" w:type="dxa"/>
          </w:tcPr>
          <w:p w14:paraId="2414F8BF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01282212</w:t>
            </w:r>
          </w:p>
        </w:tc>
        <w:tc>
          <w:tcPr>
            <w:tcW w:w="2086" w:type="dxa"/>
          </w:tcPr>
          <w:p w14:paraId="73A089CE" w14:textId="45F5D749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8+8 vie 24x19 con supporti metallici</w:t>
            </w:r>
          </w:p>
        </w:tc>
        <w:tc>
          <w:tcPr>
            <w:tcW w:w="6101" w:type="dxa"/>
          </w:tcPr>
          <w:p w14:paraId="70D3AC8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038DB6B2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A67871" w14:textId="77777777" w:rsidR="00066BEF" w:rsidRPr="00425EED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367869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35A2BB9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F03C2A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0E4EA9D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7AD5EFD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7C5F3CC2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6CAAD217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4AA0AF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A033BC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691A2CC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C3460CD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70726D2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70D1E1A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ECAD34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8+8 vie</w:t>
            </w:r>
          </w:p>
          <w:p w14:paraId="0619391F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10B10F50" w14:textId="6E7C5B6E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8+8 vie 24x19 con supporti metallici o equivalente.</w:t>
            </w:r>
          </w:p>
        </w:tc>
      </w:tr>
      <w:tr w:rsidR="00066BEF" w:rsidRPr="00F4606B" w14:paraId="1B5AFE70" w14:textId="77777777" w:rsidTr="00FD02BC">
        <w:tc>
          <w:tcPr>
            <w:tcW w:w="1311" w:type="dxa"/>
          </w:tcPr>
          <w:p w14:paraId="24C68EF9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01282214</w:t>
            </w:r>
          </w:p>
        </w:tc>
        <w:tc>
          <w:tcPr>
            <w:tcW w:w="2086" w:type="dxa"/>
          </w:tcPr>
          <w:p w14:paraId="56BEFB7D" w14:textId="2DF2FAAD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9+9 vie 24x19 con supporti metallici</w:t>
            </w:r>
          </w:p>
        </w:tc>
        <w:tc>
          <w:tcPr>
            <w:tcW w:w="6101" w:type="dxa"/>
          </w:tcPr>
          <w:p w14:paraId="77C2C9F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06CA1319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4B52F8" w14:textId="77777777" w:rsidR="00066BEF" w:rsidRPr="00425EED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11BAA00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3F990AC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6D3F218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29F6ECF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0EDE2B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411EC97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5249FCB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131CD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D45513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174AB72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8602D5A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0CB8B0A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245E0A8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6C5B8C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9+9 vie</w:t>
            </w:r>
          </w:p>
          <w:p w14:paraId="2A4F6452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42C85B15" w14:textId="2D8A0AA0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9+9 vie 24x19 con supporti metallici o equivalente.</w:t>
            </w:r>
          </w:p>
        </w:tc>
      </w:tr>
      <w:tr w:rsidR="00066BEF" w:rsidRPr="00F4606B" w14:paraId="2E854947" w14:textId="77777777" w:rsidTr="00FD02BC">
        <w:tc>
          <w:tcPr>
            <w:tcW w:w="1311" w:type="dxa"/>
          </w:tcPr>
          <w:p w14:paraId="0CDFBEF2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t>01282216</w:t>
            </w:r>
          </w:p>
        </w:tc>
        <w:tc>
          <w:tcPr>
            <w:tcW w:w="2086" w:type="dxa"/>
          </w:tcPr>
          <w:p w14:paraId="4D5F388D" w14:textId="0C3CEB14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10+10 vie 24x19 con supporti metallici</w:t>
            </w:r>
          </w:p>
        </w:tc>
        <w:tc>
          <w:tcPr>
            <w:tcW w:w="6101" w:type="dxa"/>
          </w:tcPr>
          <w:p w14:paraId="59095DDA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57624BDC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10524B0" w14:textId="77777777" w:rsidR="00066BEF" w:rsidRPr="00425EED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6D5D781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35D5B3E6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62633D6B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14381AE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2 valvole di scarico da 1/2"</w:t>
            </w:r>
          </w:p>
          <w:p w14:paraId="476D9C8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31B149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0F13F51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16E03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2A38281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65D26C5F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54946CB9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D1BEAD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30D410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E856EB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10+10 vie</w:t>
            </w:r>
          </w:p>
          <w:p w14:paraId="5FF5E20F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76EE4977" w14:textId="6E1AA954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10+10 vie 24x19 con supporti metallici o equivalente.</w:t>
            </w:r>
          </w:p>
        </w:tc>
      </w:tr>
      <w:tr w:rsidR="00066BEF" w:rsidRPr="00F4606B" w14:paraId="38A35E86" w14:textId="77777777" w:rsidTr="00FD02BC">
        <w:tc>
          <w:tcPr>
            <w:tcW w:w="1311" w:type="dxa"/>
          </w:tcPr>
          <w:p w14:paraId="4A58E3C3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01282218</w:t>
            </w:r>
          </w:p>
        </w:tc>
        <w:tc>
          <w:tcPr>
            <w:tcW w:w="2086" w:type="dxa"/>
          </w:tcPr>
          <w:p w14:paraId="1434CD1E" w14:textId="18B1398A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11+11 vie 24x19 con supporti metallici</w:t>
            </w:r>
          </w:p>
        </w:tc>
        <w:tc>
          <w:tcPr>
            <w:tcW w:w="6101" w:type="dxa"/>
          </w:tcPr>
          <w:p w14:paraId="48ADC539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4D7406EE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73AAF86" w14:textId="77777777" w:rsidR="00066BEF" w:rsidRPr="00425EED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216CAA6F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0D31673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D11277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62423C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37E36F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3C0F136B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2968D57A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D2687C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FF3B9B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519E8BF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4A6D4B37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DEB62C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2A3A734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F64F04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N° vie: 11+11 vie</w:t>
            </w:r>
          </w:p>
          <w:p w14:paraId="7E621E24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152B492F" w14:textId="0E4E3DF3" w:rsidR="00066BEF" w:rsidRPr="00066BEF" w:rsidRDefault="00066BEF" w:rsidP="00066BE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e 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e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11+11 vie 24x19 con supporti metallici o equivalente.</w:t>
            </w:r>
          </w:p>
        </w:tc>
      </w:tr>
      <w:tr w:rsidR="00066BEF" w:rsidRPr="009230EA" w14:paraId="22E66D42" w14:textId="77777777" w:rsidTr="00FD02BC">
        <w:tc>
          <w:tcPr>
            <w:tcW w:w="1311" w:type="dxa"/>
          </w:tcPr>
          <w:p w14:paraId="6E6E1B56" w14:textId="77777777" w:rsidR="00066BEF" w:rsidRPr="00066BEF" w:rsidRDefault="00066BEF" w:rsidP="00066BE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01282220</w:t>
            </w:r>
          </w:p>
        </w:tc>
        <w:tc>
          <w:tcPr>
            <w:tcW w:w="2086" w:type="dxa"/>
          </w:tcPr>
          <w:p w14:paraId="6AAB7E6C" w14:textId="32D2F6D4" w:rsidR="00066BEF" w:rsidRPr="00066BEF" w:rsidRDefault="00066BEF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12+12 vie 24x19 con supporti metallici</w:t>
            </w:r>
          </w:p>
        </w:tc>
        <w:tc>
          <w:tcPr>
            <w:tcW w:w="6101" w:type="dxa"/>
          </w:tcPr>
          <w:p w14:paraId="501DEC85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7078AC0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762B8D2" w14:textId="77777777" w:rsidR="00066BEF" w:rsidRPr="00425EED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51593EA8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7C5A23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3ED53D4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62B5ADC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6ED97DBE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28B9CDEC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7B1D9FC9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87E60B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910FF0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7A1D18CA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494CFCD6" w14:textId="77777777" w:rsidR="00066BEF" w:rsidRPr="00066BEF" w:rsidRDefault="00BD7D5A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298C7689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CAC229D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2B8A765" w14:textId="77777777" w:rsidR="00066BEF" w:rsidRPr="00066BEF" w:rsidRDefault="00066BEF" w:rsidP="00066BEF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12+12 vie</w:t>
            </w:r>
          </w:p>
          <w:p w14:paraId="40FA96AC" w14:textId="77777777" w:rsidR="00066BEF" w:rsidRPr="00066BEF" w:rsidRDefault="00066BEF" w:rsidP="00066BEF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8731B2D" w14:textId="4896BF07" w:rsidR="00066BEF" w:rsidRPr="00066BEF" w:rsidRDefault="00066BEF" w:rsidP="00066BE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3E6248" w:rsidRPr="003E6248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12+12 vie 24x19 con supporti metallici o equivalente.</w:t>
            </w:r>
          </w:p>
        </w:tc>
      </w:tr>
      <w:bookmarkEnd w:id="0"/>
      <w:tr w:rsidR="00BD7D5A" w:rsidRPr="009230EA" w14:paraId="35FBA20A" w14:textId="77777777" w:rsidTr="00FD02BC">
        <w:tc>
          <w:tcPr>
            <w:tcW w:w="1311" w:type="dxa"/>
          </w:tcPr>
          <w:p w14:paraId="7CFA43A1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01282290</w:t>
            </w:r>
          </w:p>
        </w:tc>
        <w:tc>
          <w:tcPr>
            <w:tcW w:w="2086" w:type="dxa"/>
          </w:tcPr>
          <w:p w14:paraId="5D00201C" w14:textId="5E64FE11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Collettore di distribuzione </w:t>
            </w:r>
            <w:r w:rsidR="00294DEC" w:rsidRPr="00294DEC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da 1” 2+2 vie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 supporti metallici </w:t>
            </w:r>
          </w:p>
        </w:tc>
        <w:tc>
          <w:tcPr>
            <w:tcW w:w="6101" w:type="dxa"/>
          </w:tcPr>
          <w:p w14:paraId="68DCC183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color w:val="000000" w:themeColor="text1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77F8BBA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1C4388DA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425EED">
              <w:rPr>
                <w:rFonts w:ascii="Poppins" w:hAnsi="Poppins" w:cs="Poppins"/>
                <w:bCs/>
                <w:color w:val="000000" w:themeColor="text1"/>
                <w:sz w:val="20"/>
              </w:rPr>
              <w:t>Completo di:</w:t>
            </w:r>
          </w:p>
          <w:p w14:paraId="65E5D9DA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lastRenderedPageBreak/>
              <w:t>Detentori con misuratori di portata incorporati (0÷4 l/min)</w:t>
            </w:r>
          </w:p>
          <w:p w14:paraId="3DE3650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Valvole a regolazione manuale predisposte per teste elettrotermiche con ghiera M30x1,5</w:t>
            </w:r>
          </w:p>
          <w:p w14:paraId="57A869E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tappi ciechi da 1” con guarnizione o-ring</w:t>
            </w:r>
          </w:p>
          <w:p w14:paraId="72F4B0D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scarico da 1/2"</w:t>
            </w:r>
          </w:p>
          <w:p w14:paraId="3032139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sfogo aria da 1/2" con sfiato (laterale + manuale)</w:t>
            </w:r>
          </w:p>
          <w:p w14:paraId="0C261A5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supporti metallici doppi da 1”</w:t>
            </w:r>
          </w:p>
          <w:p w14:paraId="2CCE367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7E0BE3B8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b/>
                <w:color w:val="000000" w:themeColor="text1"/>
                <w:sz w:val="20"/>
              </w:rPr>
              <w:t>Dati tecnici:</w:t>
            </w:r>
          </w:p>
          <w:p w14:paraId="292BF30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Temperatura massima con misuratori di portata: 90 °C</w:t>
            </w:r>
          </w:p>
          <w:p w14:paraId="1617C7B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Pressione massima con misuratori di portata: 6 bar</w:t>
            </w:r>
          </w:p>
          <w:p w14:paraId="29564FD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BD7D5A">
              <w:rPr>
                <w:rFonts w:ascii="Poppins" w:hAnsi="Poppins" w:cs="Poppins"/>
                <w:color w:val="000000" w:themeColor="text1"/>
                <w:sz w:val="20"/>
              </w:rPr>
              <w:t>Filettatura di testa: G 1” F</w:t>
            </w:r>
          </w:p>
          <w:p w14:paraId="6F429F9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 xml:space="preserve">Derivazioni vie laterali: 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filettatura maschio 3/4” </w:t>
            </w:r>
            <w:proofErr w:type="spellStart"/>
            <w:r>
              <w:rPr>
                <w:rFonts w:ascii="Poppins" w:hAnsi="Poppins" w:cs="Poppins"/>
                <w:color w:val="000000" w:themeColor="text1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</w:p>
          <w:p w14:paraId="69F1103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Interasse derivazioni: 50 mm</w:t>
            </w:r>
          </w:p>
          <w:p w14:paraId="6007D5D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N° vie: 2+2 vie</w:t>
            </w:r>
          </w:p>
          <w:p w14:paraId="27A35400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3FDA54FF" w14:textId="4351E3C4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da 1” 2+2 vie 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con supporti metallici o equivalente.</w:t>
            </w:r>
          </w:p>
        </w:tc>
      </w:tr>
      <w:tr w:rsidR="00BD7D5A" w:rsidRPr="009230EA" w14:paraId="4EB3AC16" w14:textId="77777777" w:rsidTr="00FD02BC">
        <w:tc>
          <w:tcPr>
            <w:tcW w:w="1311" w:type="dxa"/>
          </w:tcPr>
          <w:p w14:paraId="11842696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01282292</w:t>
            </w:r>
          </w:p>
        </w:tc>
        <w:tc>
          <w:tcPr>
            <w:tcW w:w="2086" w:type="dxa"/>
          </w:tcPr>
          <w:p w14:paraId="5D9926AF" w14:textId="1B5E5A34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294DEC" w:rsidRPr="00294DEC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3+3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576DE216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2D87500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B15841E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37A447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44A28E8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B43D64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6480ECF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4110756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2F750C4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386485B7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36A7E5F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77EC18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Temperatura massima con misuratori di portata: 90 °C</w:t>
            </w:r>
          </w:p>
          <w:p w14:paraId="44D328AA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73CBECA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7143B0C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4CE13C3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7D03BA2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3+3 vie</w:t>
            </w:r>
          </w:p>
          <w:p w14:paraId="0A8CA96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514B3EC3" w14:textId="0AA21948" w:rsidR="00BD7D5A" w:rsidRPr="00066BEF" w:rsidRDefault="00BD7D5A" w:rsidP="00BD7D5A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3+3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24A111D6" w14:textId="77777777" w:rsidTr="00FD02BC">
        <w:tc>
          <w:tcPr>
            <w:tcW w:w="1311" w:type="dxa"/>
          </w:tcPr>
          <w:p w14:paraId="5DDD9B63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01282294</w:t>
            </w:r>
          </w:p>
        </w:tc>
        <w:tc>
          <w:tcPr>
            <w:tcW w:w="2086" w:type="dxa"/>
          </w:tcPr>
          <w:p w14:paraId="04964B85" w14:textId="41EE134F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4+4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14DBDB53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5179C6D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7CEB93E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60A558C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424B177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5D110C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507D20C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6B5FF3A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B13E4D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253F513E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91C8D6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769155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05636BB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52271FA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41F6D01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3498FA1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BBE022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4+4 vie</w:t>
            </w:r>
          </w:p>
          <w:p w14:paraId="7365001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04C214B5" w14:textId="0EE52317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4+4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5E10010B" w14:textId="77777777" w:rsidTr="00FD02BC">
        <w:tc>
          <w:tcPr>
            <w:tcW w:w="1311" w:type="dxa"/>
          </w:tcPr>
          <w:p w14:paraId="52360D6B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01282296</w:t>
            </w:r>
          </w:p>
        </w:tc>
        <w:tc>
          <w:tcPr>
            <w:tcW w:w="2086" w:type="dxa"/>
          </w:tcPr>
          <w:p w14:paraId="63A33927" w14:textId="2649C679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5+5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07D4704D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7BE4F95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A3F31E4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569A7D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415966F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DCF9C2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40A61AC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3F5ED86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34A0CE8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181F9BC3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FA73A58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D7605C8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53C88BE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4FAB998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052E630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5F99F53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060E12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5+5 vie</w:t>
            </w:r>
          </w:p>
          <w:p w14:paraId="0FAA420E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1B4BEFF" w14:textId="73B27189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5+5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011E4333" w14:textId="77777777" w:rsidTr="00FD02BC">
        <w:tc>
          <w:tcPr>
            <w:tcW w:w="1311" w:type="dxa"/>
          </w:tcPr>
          <w:p w14:paraId="2704FCFB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01282298</w:t>
            </w:r>
          </w:p>
        </w:tc>
        <w:tc>
          <w:tcPr>
            <w:tcW w:w="2086" w:type="dxa"/>
          </w:tcPr>
          <w:p w14:paraId="4D5961FE" w14:textId="0EC4E9EF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294DEC" w:rsidRPr="00294DEC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6+6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791122C3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216F9CB6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1DBADFC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73AE7B6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Detentori con misuratori di portata incorporati (0÷4 l/min)</w:t>
            </w:r>
          </w:p>
          <w:p w14:paraId="07C11CFA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16814E5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79A7C0F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33A3922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252A15A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A8E0980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60F5F2D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6C2F57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6050F32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1C8D468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72D8AD8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7D86A64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1A5EA8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6+6 vie</w:t>
            </w:r>
          </w:p>
          <w:p w14:paraId="45222251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98B53E5" w14:textId="1751CA9E" w:rsidR="00BD7D5A" w:rsidRPr="00066BEF" w:rsidRDefault="00BD7D5A" w:rsidP="00BD7D5A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6+6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0AA5AEDA" w14:textId="77777777" w:rsidTr="00FD02BC">
        <w:tc>
          <w:tcPr>
            <w:tcW w:w="1311" w:type="dxa"/>
          </w:tcPr>
          <w:p w14:paraId="0104A830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01282300</w:t>
            </w:r>
          </w:p>
        </w:tc>
        <w:tc>
          <w:tcPr>
            <w:tcW w:w="2086" w:type="dxa"/>
          </w:tcPr>
          <w:p w14:paraId="7B6D191B" w14:textId="4CD7B839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7+7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23691151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10CA0CE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25D7712" w14:textId="77777777" w:rsidR="00BD7D5A" w:rsidRPr="00425EED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6ADCB2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14565F72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098639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013092A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3F762C5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338FD72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303CE3E8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B0009B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B822B9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Temperatura massima con misuratori di portata: 90 °C</w:t>
            </w:r>
          </w:p>
          <w:p w14:paraId="0BCF25D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4EB3E6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6FC525E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794C8CE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8C730F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7+7 vie</w:t>
            </w:r>
          </w:p>
          <w:p w14:paraId="5CAD8D7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0918774E" w14:textId="5BA40E5B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294DEC" w:rsidRPr="00294DEC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7+7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01527F51" w14:textId="77777777" w:rsidTr="00FD02BC">
        <w:tc>
          <w:tcPr>
            <w:tcW w:w="1311" w:type="dxa"/>
          </w:tcPr>
          <w:p w14:paraId="11318790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01282302</w:t>
            </w:r>
          </w:p>
        </w:tc>
        <w:tc>
          <w:tcPr>
            <w:tcW w:w="2086" w:type="dxa"/>
          </w:tcPr>
          <w:p w14:paraId="56B6E10E" w14:textId="2A549D5B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81045F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D80304" w:rsidRPr="00D80304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8+8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40E4AF7A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202CA98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C712B9C" w14:textId="77777777" w:rsidR="00BD7D5A" w:rsidRPr="005D5A28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D5A28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CA2F203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222B3E2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6FFB0DB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0D4A194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6EB751C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09C98C4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14181841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67248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EF0D0E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378B8FA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0013C48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116833D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659A423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69EAD718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8+8 vie</w:t>
            </w:r>
          </w:p>
          <w:p w14:paraId="714A944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55282CFB" w14:textId="520E2088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8+8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114D4E84" w14:textId="77777777" w:rsidTr="00FD02BC">
        <w:tc>
          <w:tcPr>
            <w:tcW w:w="1311" w:type="dxa"/>
          </w:tcPr>
          <w:p w14:paraId="54EAE9A4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01282304</w:t>
            </w:r>
          </w:p>
        </w:tc>
        <w:tc>
          <w:tcPr>
            <w:tcW w:w="2086" w:type="dxa"/>
          </w:tcPr>
          <w:p w14:paraId="797B976F" w14:textId="5DFADA53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9+9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156D655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20D4FF7D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65A2C30" w14:textId="77777777" w:rsidR="00BD7D5A" w:rsidRPr="005D5A28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D5A28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6C5DF5B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6BA95EBA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BA3E43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976889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1363D43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77D0178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05231A3E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EB27698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F7C764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34D2E34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1964FD72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25BC72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25F4A4C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56205D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9+9 vie</w:t>
            </w:r>
          </w:p>
          <w:p w14:paraId="0C86CEA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2AB232A3" w14:textId="6EFA8FF2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9+9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0952B00C" w14:textId="77777777" w:rsidTr="00FD02BC">
        <w:tc>
          <w:tcPr>
            <w:tcW w:w="1311" w:type="dxa"/>
          </w:tcPr>
          <w:p w14:paraId="5DC9D360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01282306</w:t>
            </w:r>
          </w:p>
        </w:tc>
        <w:tc>
          <w:tcPr>
            <w:tcW w:w="2086" w:type="dxa"/>
          </w:tcPr>
          <w:p w14:paraId="1320F367" w14:textId="0E627C94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10+10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7226680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46716B19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266B7D" w14:textId="77777777" w:rsidR="00BD7D5A" w:rsidRPr="005D5A28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D5A28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4F63FE0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Detentori con misuratori di portata incorporati (0÷4 l/min)</w:t>
            </w:r>
          </w:p>
          <w:p w14:paraId="35FD4752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50A5F18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0930831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522E80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472BE4A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79EFB687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C3A4D67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3B86C11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3516A78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4126FB8E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0F8D51E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3B8CB4A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FFC714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10+10 vie</w:t>
            </w:r>
          </w:p>
          <w:p w14:paraId="329239C9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2EBFA611" w14:textId="4916F495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10+10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54C448D0" w14:textId="77777777" w:rsidTr="00FD02BC">
        <w:tc>
          <w:tcPr>
            <w:tcW w:w="1311" w:type="dxa"/>
          </w:tcPr>
          <w:p w14:paraId="443875FB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01282308</w:t>
            </w:r>
          </w:p>
        </w:tc>
        <w:tc>
          <w:tcPr>
            <w:tcW w:w="2086" w:type="dxa"/>
          </w:tcPr>
          <w:p w14:paraId="01ED44F0" w14:textId="20FADF15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11+11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067A4B69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1CABB2AC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1F22B73" w14:textId="77777777" w:rsidR="00BD7D5A" w:rsidRPr="005D5A28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D5A28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2797D22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49C252D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EF0CDD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7163CE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6B2B246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7121B13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349813E6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94029B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8CE5B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Temperatura massima con misuratori di portata: 90 °C</w:t>
            </w:r>
          </w:p>
          <w:p w14:paraId="6155529A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14ED5D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686E17D4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62951CD8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D807BD7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11+11 vie</w:t>
            </w:r>
          </w:p>
          <w:p w14:paraId="151B93C4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5E008391" w14:textId="2BEDA50F" w:rsidR="00BD7D5A" w:rsidRPr="00066BEF" w:rsidRDefault="00BD7D5A" w:rsidP="00BD7D5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e 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e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11+11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BD7D5A" w:rsidRPr="009230EA" w14:paraId="1721CF88" w14:textId="77777777" w:rsidTr="00FD02BC">
        <w:tc>
          <w:tcPr>
            <w:tcW w:w="1311" w:type="dxa"/>
          </w:tcPr>
          <w:p w14:paraId="092A2610" w14:textId="77777777" w:rsidR="00BD7D5A" w:rsidRPr="00066BEF" w:rsidRDefault="00BD7D5A" w:rsidP="00BD7D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01282310</w:t>
            </w:r>
          </w:p>
        </w:tc>
        <w:tc>
          <w:tcPr>
            <w:tcW w:w="2086" w:type="dxa"/>
          </w:tcPr>
          <w:p w14:paraId="575BB475" w14:textId="3BEE0EBE" w:rsidR="00BD7D5A" w:rsidRPr="00066BEF" w:rsidRDefault="00BD7D5A" w:rsidP="0081045F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F62E5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="00D80304" w:rsidRPr="00D80304">
              <w:rPr>
                <w:rFonts w:ascii="Poppins" w:hAnsi="Poppins" w:cs="Poppins"/>
                <w:bCs/>
                <w:sz w:val="20"/>
              </w:rPr>
              <w:t xml:space="preserve">0-4l/min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12+12 vie </w:t>
            </w:r>
            <w:r>
              <w:rPr>
                <w:rFonts w:ascii="Poppins" w:hAnsi="Poppins" w:cs="Poppins"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>con supporti metallici</w:t>
            </w:r>
          </w:p>
        </w:tc>
        <w:tc>
          <w:tcPr>
            <w:tcW w:w="6101" w:type="dxa"/>
          </w:tcPr>
          <w:p w14:paraId="7426E2BD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Kit collettore di distribuzione in acciaio inossidabile (AISI 304) con derivazioni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sz w:val="20"/>
              </w:rPr>
              <w:t>(mandata e ritorno), detentori, a doppia regolazione, con misuratori di portata incorporati e completo di coppia supporto doppio in acciaio zincato con gommini.</w:t>
            </w:r>
          </w:p>
          <w:p w14:paraId="12D55EA1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E9C049B" w14:textId="77777777" w:rsidR="00BD7D5A" w:rsidRPr="005D5A28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5D5A28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6269780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(0÷4 l/min)</w:t>
            </w:r>
          </w:p>
          <w:p w14:paraId="032EE74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96B9238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6ED538BF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4EEF665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E6F2FA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6A84AF0D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F3C7031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CA90C46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0C48B8AB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5CE1266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448C072D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</w:t>
            </w:r>
            <w:r>
              <w:rPr>
                <w:rFonts w:ascii="Poppins" w:hAnsi="Poppins" w:cs="Poppins"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sz w:val="20"/>
              </w:rPr>
              <w:t xml:space="preserve"> </w:t>
            </w:r>
          </w:p>
          <w:p w14:paraId="4AFC328C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82BFF99" w14:textId="77777777" w:rsidR="00BD7D5A" w:rsidRPr="00066BEF" w:rsidRDefault="00BD7D5A" w:rsidP="00BD7D5A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12+12 vie</w:t>
            </w:r>
          </w:p>
          <w:p w14:paraId="5AF96925" w14:textId="77777777" w:rsidR="00BD7D5A" w:rsidRPr="00066BEF" w:rsidRDefault="00BD7D5A" w:rsidP="00BD7D5A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D43A51B" w14:textId="26EE195C" w:rsidR="00BD7D5A" w:rsidRPr="00066BEF" w:rsidRDefault="00BD7D5A" w:rsidP="00BD7D5A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>0-</w:t>
            </w:r>
            <w:r w:rsidR="00D80304">
              <w:rPr>
                <w:rFonts w:ascii="Poppins" w:hAnsi="Poppins" w:cs="Poppins"/>
                <w:b/>
                <w:bCs/>
                <w:sz w:val="20"/>
              </w:rPr>
              <w:t>4</w:t>
            </w:r>
            <w:r w:rsidR="00D80304" w:rsidRPr="00D80304">
              <w:rPr>
                <w:rFonts w:ascii="Poppins" w:hAnsi="Poppins" w:cs="Poppins"/>
                <w:b/>
                <w:bCs/>
                <w:sz w:val="20"/>
              </w:rPr>
              <w:t xml:space="preserve">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12+12 vie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3/4” </w:t>
            </w:r>
            <w:proofErr w:type="spellStart"/>
            <w:r>
              <w:rPr>
                <w:rFonts w:ascii="Poppins" w:hAnsi="Poppins" w:cs="Poppins"/>
                <w:b/>
                <w:bCs/>
                <w:sz w:val="20"/>
              </w:rPr>
              <w:t>Eurocono</w:t>
            </w:r>
            <w:proofErr w:type="spellEnd"/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con supporti metallici o equivalente.</w:t>
            </w:r>
          </w:p>
        </w:tc>
      </w:tr>
      <w:tr w:rsidR="00D80304" w:rsidRPr="009230EA" w14:paraId="49B18F88" w14:textId="77777777" w:rsidTr="00FD02BC">
        <w:tc>
          <w:tcPr>
            <w:tcW w:w="1311" w:type="dxa"/>
          </w:tcPr>
          <w:p w14:paraId="45A1A134" w14:textId="2D6A594A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01285520</w:t>
            </w:r>
          </w:p>
        </w:tc>
        <w:tc>
          <w:tcPr>
            <w:tcW w:w="2086" w:type="dxa"/>
          </w:tcPr>
          <w:p w14:paraId="64B228B2" w14:textId="6A61DCAC" w:rsidR="00D80304" w:rsidRPr="00F62E5A" w:rsidRDefault="00D80304" w:rsidP="00F62E5A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S</w:t>
            </w:r>
            <w:r w:rsidR="00F62E5A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Collettore di distribuzione </w:t>
            </w:r>
            <w:r w:rsidRPr="00D80304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da 1” 2+2 vie 24x19 con supporti metallici </w:t>
            </w:r>
          </w:p>
        </w:tc>
        <w:tc>
          <w:tcPr>
            <w:tcW w:w="6101" w:type="dxa"/>
          </w:tcPr>
          <w:p w14:paraId="3225DCA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718DC5A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66E4AE92" w14:textId="77777777" w:rsidR="00D80304" w:rsidRPr="0002620C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02620C">
              <w:rPr>
                <w:rFonts w:ascii="Poppins" w:hAnsi="Poppins" w:cs="Poppins"/>
                <w:bCs/>
                <w:color w:val="000000" w:themeColor="text1"/>
                <w:sz w:val="20"/>
              </w:rPr>
              <w:t>Completo di:</w:t>
            </w:r>
          </w:p>
          <w:p w14:paraId="6E0A10A5" w14:textId="069CB61F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color w:val="000000" w:themeColor="text1"/>
                <w:sz w:val="20"/>
              </w:rPr>
              <w:t>2,5</w:t>
            </w: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 xml:space="preserve"> l/min)</w:t>
            </w:r>
          </w:p>
          <w:p w14:paraId="132D829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Valvole a regolazione manuale predisposte per teste elettrotermiche con ghiera M30x1,5</w:t>
            </w:r>
          </w:p>
          <w:p w14:paraId="53F72C5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tappi ciechi da 1” con guarnizione o-ring</w:t>
            </w:r>
          </w:p>
          <w:p w14:paraId="4C6C4DB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scarico da 1/2"</w:t>
            </w:r>
          </w:p>
          <w:p w14:paraId="71EE059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valvole di sfogo aria da 1/2" con sfiato (laterale + manuale)</w:t>
            </w:r>
          </w:p>
          <w:p w14:paraId="535AA20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2 supporti metallici doppi da 1”</w:t>
            </w:r>
          </w:p>
          <w:p w14:paraId="57074E72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4E594C12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b/>
                <w:color w:val="000000" w:themeColor="text1"/>
                <w:sz w:val="20"/>
              </w:rPr>
              <w:t>Dati tecnici:</w:t>
            </w:r>
          </w:p>
          <w:p w14:paraId="52C8348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Temperatura massima con misuratori di portata: 90 °C</w:t>
            </w:r>
          </w:p>
          <w:p w14:paraId="65938DF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Pressione massima con misuratori di portata: 6 bar</w:t>
            </w:r>
          </w:p>
          <w:p w14:paraId="68B9E05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BD7D5A">
              <w:rPr>
                <w:rFonts w:ascii="Poppins" w:hAnsi="Poppins" w:cs="Poppins"/>
                <w:color w:val="000000" w:themeColor="text1"/>
                <w:sz w:val="20"/>
              </w:rPr>
              <w:t>Filettatura di testa: G 1” F</w:t>
            </w:r>
          </w:p>
          <w:p w14:paraId="3DDF8E5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Derivazioni vie laterali: filettatura maschio 24x19</w:t>
            </w:r>
          </w:p>
          <w:p w14:paraId="446496A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Interasse derivazioni: 50 mm</w:t>
            </w:r>
          </w:p>
          <w:p w14:paraId="61F4E9A6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  <w:r w:rsidRPr="00066BEF">
              <w:rPr>
                <w:rFonts w:ascii="Poppins" w:hAnsi="Poppins" w:cs="Poppins"/>
                <w:color w:val="000000" w:themeColor="text1"/>
                <w:sz w:val="20"/>
              </w:rPr>
              <w:t>N° vie: 2+2 vie</w:t>
            </w:r>
          </w:p>
          <w:p w14:paraId="0BB462B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color w:val="000000" w:themeColor="text1"/>
                <w:sz w:val="20"/>
              </w:rPr>
            </w:pPr>
          </w:p>
          <w:p w14:paraId="21D02895" w14:textId="34654F2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 1” 2+2 vie 24x19 con supporti metallici o equivalente.</w:t>
            </w:r>
          </w:p>
        </w:tc>
      </w:tr>
      <w:tr w:rsidR="00D80304" w:rsidRPr="009230EA" w14:paraId="7DA6A2F0" w14:textId="77777777" w:rsidTr="00FD02BC">
        <w:tc>
          <w:tcPr>
            <w:tcW w:w="1311" w:type="dxa"/>
          </w:tcPr>
          <w:p w14:paraId="33B6D5BD" w14:textId="64CBC03E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01285522</w:t>
            </w:r>
          </w:p>
        </w:tc>
        <w:tc>
          <w:tcPr>
            <w:tcW w:w="2086" w:type="dxa"/>
          </w:tcPr>
          <w:p w14:paraId="08327B4C" w14:textId="56C9A276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F62E5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3+3 vie 24x19 con supporti metallici</w:t>
            </w:r>
          </w:p>
        </w:tc>
        <w:tc>
          <w:tcPr>
            <w:tcW w:w="6101" w:type="dxa"/>
          </w:tcPr>
          <w:p w14:paraId="6E26409D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4C89C1C4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DB6A6C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0B8E927F" w14:textId="7C7116A6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7796BCC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Valvole a regolazione manuale predisposte per teste elettrotermiche con ghiera M30x1,5</w:t>
            </w:r>
          </w:p>
          <w:p w14:paraId="6CD4B8F7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7C8CF0C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DBBC7D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17ED693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09E9C649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868A28D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130F8B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1EC2DAE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34558A6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0AB056E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BFC2467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30D5C49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3+3 vie</w:t>
            </w:r>
          </w:p>
          <w:p w14:paraId="529A2054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13B0B89A" w14:textId="654A2024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3+3 vie 24x19 con supporti metallici o equivalente.</w:t>
            </w:r>
          </w:p>
        </w:tc>
      </w:tr>
      <w:tr w:rsidR="00D80304" w:rsidRPr="009230EA" w14:paraId="2C4A0226" w14:textId="77777777" w:rsidTr="00FD02BC">
        <w:tc>
          <w:tcPr>
            <w:tcW w:w="1311" w:type="dxa"/>
          </w:tcPr>
          <w:p w14:paraId="2EA6BAD1" w14:textId="3C1A410A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01285524</w:t>
            </w:r>
          </w:p>
        </w:tc>
        <w:tc>
          <w:tcPr>
            <w:tcW w:w="2086" w:type="dxa"/>
          </w:tcPr>
          <w:p w14:paraId="4D59AD0E" w14:textId="3502E3D5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4+4 vie 24x19 con supporti metallici</w:t>
            </w:r>
          </w:p>
        </w:tc>
        <w:tc>
          <w:tcPr>
            <w:tcW w:w="6101" w:type="dxa"/>
          </w:tcPr>
          <w:p w14:paraId="18E53D32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D696B93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050BA06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73FD46ED" w14:textId="577ADD85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5696EEA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774D6C2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703A1F6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0D4991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770241B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2C9F6644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2315D7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F09E2D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294F8D19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6BE4C6C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lastRenderedPageBreak/>
              <w:t>Filettatura di testa: G 1” F</w:t>
            </w:r>
          </w:p>
          <w:p w14:paraId="42A9CFA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790F98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FC1E6DE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4+4 vie</w:t>
            </w:r>
          </w:p>
          <w:p w14:paraId="2CC2B44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0450D6B8" w14:textId="5AD8598C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4+4 vie 24x19 con supporti metallici o equivalente.</w:t>
            </w:r>
          </w:p>
        </w:tc>
      </w:tr>
      <w:tr w:rsidR="00D80304" w:rsidRPr="009230EA" w14:paraId="12030C24" w14:textId="77777777" w:rsidTr="00FD02BC">
        <w:tc>
          <w:tcPr>
            <w:tcW w:w="1311" w:type="dxa"/>
          </w:tcPr>
          <w:p w14:paraId="5A989148" w14:textId="6CF82A92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01285526</w:t>
            </w:r>
          </w:p>
        </w:tc>
        <w:tc>
          <w:tcPr>
            <w:tcW w:w="2086" w:type="dxa"/>
          </w:tcPr>
          <w:p w14:paraId="2A0A57D1" w14:textId="730CAACA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5+5 vie 24x19 con supporti metallici</w:t>
            </w:r>
          </w:p>
        </w:tc>
        <w:tc>
          <w:tcPr>
            <w:tcW w:w="6101" w:type="dxa"/>
          </w:tcPr>
          <w:p w14:paraId="3620EA2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7C29F0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5A8083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5B0126A9" w14:textId="1C617D88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5635120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D00D727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44AD9B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3690416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72A4ED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0D200F1D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1F0801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226DA5F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638447B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64BF717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1F71FC5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72E9677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F3361B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5+5 vie</w:t>
            </w:r>
          </w:p>
          <w:p w14:paraId="7137FAA6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D7AC8A" w14:textId="29787EC3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5+5 vie 24x19 con supporti metallici o equivalente.</w:t>
            </w:r>
          </w:p>
        </w:tc>
      </w:tr>
      <w:tr w:rsidR="00D80304" w:rsidRPr="009230EA" w14:paraId="017DD373" w14:textId="77777777" w:rsidTr="00FD02BC">
        <w:tc>
          <w:tcPr>
            <w:tcW w:w="1311" w:type="dxa"/>
          </w:tcPr>
          <w:p w14:paraId="266F573B" w14:textId="408B76FA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01285528</w:t>
            </w:r>
          </w:p>
        </w:tc>
        <w:tc>
          <w:tcPr>
            <w:tcW w:w="2086" w:type="dxa"/>
          </w:tcPr>
          <w:p w14:paraId="18723280" w14:textId="137C4DFE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F62E5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da 1” 6+6 </w:t>
            </w:r>
            <w:r w:rsidRPr="00066BEF">
              <w:rPr>
                <w:rFonts w:ascii="Poppins" w:hAnsi="Poppins" w:cs="Poppins"/>
                <w:bCs/>
                <w:sz w:val="20"/>
              </w:rPr>
              <w:lastRenderedPageBreak/>
              <w:t>vie 24x19 con supporti metallici</w:t>
            </w:r>
          </w:p>
        </w:tc>
        <w:tc>
          <w:tcPr>
            <w:tcW w:w="6101" w:type="dxa"/>
          </w:tcPr>
          <w:p w14:paraId="4721BBB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 xml:space="preserve">Kit collettore di distribuzione in acciaio inossidabile (AISI 304) con derivazioni maschio 24x19 (mandata e ritorno), detentori, a doppia regolazione, con misuratori di portata </w:t>
            </w:r>
            <w:r w:rsidRPr="00066BEF">
              <w:rPr>
                <w:rFonts w:ascii="Poppins" w:hAnsi="Poppins" w:cs="Poppins"/>
                <w:sz w:val="20"/>
              </w:rPr>
              <w:lastRenderedPageBreak/>
              <w:t>incorporati e completo di coppia supporto doppio in acciaio zincato con gommini.</w:t>
            </w:r>
          </w:p>
          <w:p w14:paraId="742A3224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1D27BCD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52E43087" w14:textId="0CB4F262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172688B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3C573D2E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79D2D4B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8385E5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1588A11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35992655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F605415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D86953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6F17A59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7939662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2A11CD27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7F80DF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523B6F9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6+6 vie</w:t>
            </w:r>
          </w:p>
          <w:p w14:paraId="4D344DD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0081796" w14:textId="586940D9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6+6 vie 24x19 con supporti metallici o equivalente.</w:t>
            </w:r>
          </w:p>
        </w:tc>
      </w:tr>
      <w:tr w:rsidR="00D80304" w:rsidRPr="009230EA" w14:paraId="7DC1B32F" w14:textId="77777777" w:rsidTr="00FD02BC">
        <w:tc>
          <w:tcPr>
            <w:tcW w:w="1311" w:type="dxa"/>
          </w:tcPr>
          <w:p w14:paraId="01A6EFE9" w14:textId="54677F3D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01285530</w:t>
            </w:r>
          </w:p>
        </w:tc>
        <w:tc>
          <w:tcPr>
            <w:tcW w:w="2086" w:type="dxa"/>
          </w:tcPr>
          <w:p w14:paraId="7C4E673A" w14:textId="1C8D8AF9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7+7 vie 24x19 con supporti metallici</w:t>
            </w:r>
          </w:p>
        </w:tc>
        <w:tc>
          <w:tcPr>
            <w:tcW w:w="6101" w:type="dxa"/>
          </w:tcPr>
          <w:p w14:paraId="7A979F82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5CF47E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065E7C" w14:textId="77777777" w:rsidR="00D80304" w:rsidRPr="001B1339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1B1339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3B636E4C" w14:textId="62AB185B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708B3CB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8A6046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040423C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DDCADB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0601BA2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2 supporti metallici doppi da 1”</w:t>
            </w:r>
          </w:p>
          <w:p w14:paraId="0B4E1347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D46405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202B1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3C22F6F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46A20A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1672765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033984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1665315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7+7 vie</w:t>
            </w:r>
          </w:p>
          <w:p w14:paraId="43217DEA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66DB1501" w14:textId="7EB9C631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7+7 vie 24x19 con supporti metallici o equivalente.</w:t>
            </w:r>
          </w:p>
        </w:tc>
      </w:tr>
      <w:tr w:rsidR="00D80304" w:rsidRPr="009230EA" w14:paraId="1478A09E" w14:textId="77777777" w:rsidTr="00FD02BC">
        <w:tc>
          <w:tcPr>
            <w:tcW w:w="1311" w:type="dxa"/>
          </w:tcPr>
          <w:p w14:paraId="3632BB9A" w14:textId="10C6D4E6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01285532</w:t>
            </w:r>
          </w:p>
        </w:tc>
        <w:tc>
          <w:tcPr>
            <w:tcW w:w="2086" w:type="dxa"/>
          </w:tcPr>
          <w:p w14:paraId="5353E301" w14:textId="3559B926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</w:t>
            </w:r>
            <w:r w:rsidR="00F62E5A"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8+8 vie 24x19 con supporti metallici</w:t>
            </w:r>
          </w:p>
        </w:tc>
        <w:tc>
          <w:tcPr>
            <w:tcW w:w="6101" w:type="dxa"/>
          </w:tcPr>
          <w:p w14:paraId="6F9846F2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3FE6A814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ECACBFA" w14:textId="77777777" w:rsidR="00D80304" w:rsidRPr="00425EED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14FFFEF4" w14:textId="2871D820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3BE494E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4B315FF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403AB4A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27327B6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6B4485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D477D4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A9EFB6B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02008C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47FE342E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7E2499C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5D2C7C06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E9EE17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003BC88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8+8 vie</w:t>
            </w:r>
          </w:p>
          <w:p w14:paraId="1087BA8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543871F5" w14:textId="0788B3E9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8+8 vie 24x19 con supporti metallici o equivalente.</w:t>
            </w:r>
          </w:p>
        </w:tc>
      </w:tr>
      <w:tr w:rsidR="00D80304" w:rsidRPr="009230EA" w14:paraId="26A5B088" w14:textId="77777777" w:rsidTr="00FD02BC">
        <w:tc>
          <w:tcPr>
            <w:tcW w:w="1311" w:type="dxa"/>
          </w:tcPr>
          <w:p w14:paraId="152C88F9" w14:textId="2866341C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01285534</w:t>
            </w:r>
          </w:p>
        </w:tc>
        <w:tc>
          <w:tcPr>
            <w:tcW w:w="2086" w:type="dxa"/>
          </w:tcPr>
          <w:p w14:paraId="688F7585" w14:textId="11188A90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9+9 vie 24x19 con supporti metallici</w:t>
            </w:r>
          </w:p>
        </w:tc>
        <w:tc>
          <w:tcPr>
            <w:tcW w:w="6101" w:type="dxa"/>
          </w:tcPr>
          <w:p w14:paraId="341F3969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CEA522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45F6ACE" w14:textId="77777777" w:rsidR="00D80304" w:rsidRPr="00425EED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B912E3D" w14:textId="634B6315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1BA7A5F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0997ADDC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1AF5875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585529A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62CF0B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151AB981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D4B3F5D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ACAA0C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1A871C3C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4C52DBC6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21C61AB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47FAB10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7765F9E9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9+9 vie</w:t>
            </w:r>
          </w:p>
          <w:p w14:paraId="1E314B7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629C70F1" w14:textId="071477B0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9+9 vie 24x19 con supporti metallici o equivalente.</w:t>
            </w:r>
          </w:p>
        </w:tc>
      </w:tr>
      <w:tr w:rsidR="00D80304" w:rsidRPr="009230EA" w14:paraId="1692F99A" w14:textId="77777777" w:rsidTr="00FD02BC">
        <w:tc>
          <w:tcPr>
            <w:tcW w:w="1311" w:type="dxa"/>
          </w:tcPr>
          <w:p w14:paraId="0979D893" w14:textId="6D554968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01285536</w:t>
            </w:r>
          </w:p>
        </w:tc>
        <w:tc>
          <w:tcPr>
            <w:tcW w:w="2086" w:type="dxa"/>
          </w:tcPr>
          <w:p w14:paraId="22763A5F" w14:textId="77629515" w:rsidR="00D80304" w:rsidRPr="00066BEF" w:rsidRDefault="00D80304" w:rsidP="00F62E5A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10+10 vie 24x19 con supporti metallici</w:t>
            </w:r>
          </w:p>
        </w:tc>
        <w:tc>
          <w:tcPr>
            <w:tcW w:w="6101" w:type="dxa"/>
          </w:tcPr>
          <w:p w14:paraId="5C3B59B1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6BECCDB7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9CCD54" w14:textId="77777777" w:rsidR="00D80304" w:rsidRPr="00425EED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787E066C" w14:textId="7005EAF3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15C967A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lastRenderedPageBreak/>
              <w:t>Valvole a regolazione manuale predisposte per teste elettrotermiche con ghiera M30x1,5</w:t>
            </w:r>
          </w:p>
          <w:p w14:paraId="6A9951D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16E5BAD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63C944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D10618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587A1856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F048018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AB3054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50DEC94A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0DDCFAD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718F031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167630B2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4F36DE1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10+10 vie</w:t>
            </w:r>
          </w:p>
          <w:p w14:paraId="06F26EB3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2CAA267B" w14:textId="058F224D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10+10 vie 24x19 con supporti metallici o equivalente.</w:t>
            </w:r>
          </w:p>
        </w:tc>
      </w:tr>
      <w:tr w:rsidR="00D80304" w:rsidRPr="009230EA" w14:paraId="6902F56D" w14:textId="77777777" w:rsidTr="00FD02BC">
        <w:tc>
          <w:tcPr>
            <w:tcW w:w="1311" w:type="dxa"/>
          </w:tcPr>
          <w:p w14:paraId="64F70139" w14:textId="1482FF4A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01285538</w:t>
            </w:r>
          </w:p>
        </w:tc>
        <w:tc>
          <w:tcPr>
            <w:tcW w:w="2086" w:type="dxa"/>
          </w:tcPr>
          <w:p w14:paraId="72F6E612" w14:textId="727837B0" w:rsidR="00D80304" w:rsidRPr="00066BEF" w:rsidRDefault="00D80304" w:rsidP="001F182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Cs/>
                <w:sz w:val="20"/>
              </w:rPr>
              <w:t>da 1” 11+11 vie 24x19 con supporti metallici</w:t>
            </w:r>
          </w:p>
        </w:tc>
        <w:tc>
          <w:tcPr>
            <w:tcW w:w="6101" w:type="dxa"/>
          </w:tcPr>
          <w:p w14:paraId="2AB9B2EF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3112387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0E000F" w14:textId="77777777" w:rsidR="00D80304" w:rsidRPr="00425EED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6B250175" w14:textId="516FAAEC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05B5E6A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E5F80B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20DAE99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093F32C6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588B9A43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7EA9EF5A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85048EE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1B0AA868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02EB5E6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1A902C05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lastRenderedPageBreak/>
              <w:t>Filettatura di testa: G 1” F</w:t>
            </w:r>
          </w:p>
          <w:p w14:paraId="27F5769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ED24C6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34C8E57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11+11 vie</w:t>
            </w:r>
          </w:p>
          <w:p w14:paraId="1A17602B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sz w:val="20"/>
              </w:rPr>
            </w:pPr>
          </w:p>
          <w:p w14:paraId="04E53A87" w14:textId="770EA74F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da 1” e 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e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11+11 vie 24x19 con supporti metallici o equivalente.</w:t>
            </w:r>
          </w:p>
        </w:tc>
      </w:tr>
      <w:tr w:rsidR="00D80304" w:rsidRPr="009230EA" w14:paraId="6E92563D" w14:textId="77777777" w:rsidTr="00FD02BC">
        <w:tc>
          <w:tcPr>
            <w:tcW w:w="1311" w:type="dxa"/>
          </w:tcPr>
          <w:p w14:paraId="53F2DEA6" w14:textId="38B3713C" w:rsidR="00D80304" w:rsidRDefault="00D80304" w:rsidP="00D80304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01285540</w:t>
            </w:r>
          </w:p>
        </w:tc>
        <w:tc>
          <w:tcPr>
            <w:tcW w:w="2086" w:type="dxa"/>
          </w:tcPr>
          <w:p w14:paraId="275468D6" w14:textId="48FFD323" w:rsidR="00D80304" w:rsidRPr="00066BEF" w:rsidRDefault="00D80304" w:rsidP="001F182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066BEF">
              <w:rPr>
                <w:rFonts w:ascii="Poppins" w:hAnsi="Poppins" w:cs="Poppins"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Cs/>
                <w:sz w:val="20"/>
              </w:rPr>
              <w:t xml:space="preserve"> S Collettore di distribuzione</w:t>
            </w:r>
            <w:r>
              <w:rPr>
                <w:rFonts w:ascii="Poppins" w:hAnsi="Poppins" w:cs="Poppins"/>
                <w:bCs/>
                <w:sz w:val="20"/>
              </w:rPr>
              <w:t xml:space="preserve"> 0-2,5l/min</w:t>
            </w:r>
            <w:r w:rsidRPr="00066BEF">
              <w:rPr>
                <w:rFonts w:ascii="Poppins" w:hAnsi="Poppins" w:cs="Poppins"/>
                <w:bCs/>
                <w:sz w:val="20"/>
              </w:rPr>
              <w:t xml:space="preserve"> da 1” 12+12 vie 24x19 con supporti metallici</w:t>
            </w:r>
          </w:p>
        </w:tc>
        <w:tc>
          <w:tcPr>
            <w:tcW w:w="6101" w:type="dxa"/>
          </w:tcPr>
          <w:p w14:paraId="11BD6885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Kit collettore di distribuzione in acciaio inossidabile (AISI 304) con derivazioni maschio 24x19 (mandata e ritorno), detentori, a doppia regolazione, con misuratori di portata incorporati e completo di coppia supporto doppio in acciaio zincato con gommini.</w:t>
            </w:r>
          </w:p>
          <w:p w14:paraId="2A5F7C60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C334259" w14:textId="77777777" w:rsidR="00D80304" w:rsidRPr="00425EED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425EED">
              <w:rPr>
                <w:rFonts w:ascii="Poppins" w:hAnsi="Poppins" w:cs="Poppins"/>
                <w:bCs/>
                <w:sz w:val="20"/>
              </w:rPr>
              <w:t>Completo di:</w:t>
            </w:r>
          </w:p>
          <w:p w14:paraId="45851125" w14:textId="1DF239DA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Detentori con misuratori di portata incorporati (0÷</w:t>
            </w:r>
            <w:r>
              <w:rPr>
                <w:rFonts w:ascii="Poppins" w:hAnsi="Poppins" w:cs="Poppins"/>
                <w:sz w:val="20"/>
              </w:rPr>
              <w:t>2,5</w:t>
            </w:r>
            <w:r w:rsidRPr="00066BEF">
              <w:rPr>
                <w:rFonts w:ascii="Poppins" w:hAnsi="Poppins" w:cs="Poppins"/>
                <w:sz w:val="20"/>
              </w:rPr>
              <w:t xml:space="preserve"> l/min)</w:t>
            </w:r>
          </w:p>
          <w:p w14:paraId="1CEF96DB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Valvole a regolazione manuale predisposte per teste elettrotermiche con ghiera M30x1,5</w:t>
            </w:r>
          </w:p>
          <w:p w14:paraId="2E7AFDF1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tappi ciechi da 1” con guarnizione o-ring</w:t>
            </w:r>
          </w:p>
          <w:p w14:paraId="3F6CCABC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scarico da 1/2"</w:t>
            </w:r>
          </w:p>
          <w:p w14:paraId="4BAA736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valvole di sfogo aria da 1/2" con sfiato (laterale + manuale)</w:t>
            </w:r>
          </w:p>
          <w:p w14:paraId="651904FC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2 supporti metallici doppi da 1”</w:t>
            </w:r>
          </w:p>
          <w:p w14:paraId="0BE132F5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6C9AB3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3677999F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Temperatura massima con misuratori di portata: 90 °C</w:t>
            </w:r>
          </w:p>
          <w:p w14:paraId="254D4560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Pressione massima con misuratori di portata: 6 bar</w:t>
            </w:r>
          </w:p>
          <w:p w14:paraId="206B3AD6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D7D5A">
              <w:rPr>
                <w:rFonts w:ascii="Poppins" w:hAnsi="Poppins" w:cs="Poppins"/>
                <w:sz w:val="20"/>
              </w:rPr>
              <w:t>Filettatura di testa: G 1” F</w:t>
            </w:r>
          </w:p>
          <w:p w14:paraId="4CBCD7BE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 xml:space="preserve">Derivazioni vie laterali: filettatura maschio 24x19 </w:t>
            </w:r>
          </w:p>
          <w:p w14:paraId="03AD701D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Interasse derivazioni: 50 mm</w:t>
            </w:r>
          </w:p>
          <w:p w14:paraId="2FB2C514" w14:textId="77777777" w:rsidR="00D80304" w:rsidRPr="00066BEF" w:rsidRDefault="00D80304" w:rsidP="00D80304">
            <w:pPr>
              <w:pStyle w:val="Intestazione"/>
              <w:numPr>
                <w:ilvl w:val="0"/>
                <w:numId w:val="2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sz w:val="20"/>
              </w:rPr>
              <w:t>N° vie: 12+12 vie</w:t>
            </w:r>
          </w:p>
          <w:p w14:paraId="783F611C" w14:textId="77777777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ind w:left="36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C46AE1C" w14:textId="26936CAB" w:rsidR="00D80304" w:rsidRPr="00066BEF" w:rsidRDefault="00D80304" w:rsidP="00D8030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Marca Emmeti – Modello </w:t>
            </w:r>
            <w:proofErr w:type="spellStart"/>
            <w:r w:rsidRPr="00066BEF">
              <w:rPr>
                <w:rFonts w:ascii="Poppins" w:hAnsi="Poppins" w:cs="Poppins"/>
                <w:b/>
                <w:bCs/>
                <w:sz w:val="20"/>
              </w:rPr>
              <w:t>Topway</w:t>
            </w:r>
            <w:proofErr w:type="spellEnd"/>
            <w:r w:rsidRPr="00066BEF">
              <w:rPr>
                <w:rFonts w:ascii="Poppins" w:hAnsi="Poppins" w:cs="Poppins"/>
                <w:b/>
                <w:bCs/>
                <w:sz w:val="20"/>
              </w:rPr>
              <w:t xml:space="preserve"> S Collettore di distribuzione </w:t>
            </w:r>
            <w:r w:rsidRPr="00D80304">
              <w:rPr>
                <w:rFonts w:ascii="Poppins" w:hAnsi="Poppins" w:cs="Poppins"/>
                <w:b/>
                <w:bCs/>
                <w:sz w:val="20"/>
              </w:rPr>
              <w:t xml:space="preserve">0-2,5l/min </w:t>
            </w:r>
            <w:r w:rsidRPr="00066BEF">
              <w:rPr>
                <w:rFonts w:ascii="Poppins" w:hAnsi="Poppins" w:cs="Poppins"/>
                <w:b/>
                <w:bCs/>
                <w:sz w:val="20"/>
              </w:rPr>
              <w:t>da 1” 12+12 vie 24x19 con supporti metallici o equivalente.</w:t>
            </w:r>
          </w:p>
        </w:tc>
      </w:tr>
    </w:tbl>
    <w:p w14:paraId="3EB5139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72EC" w14:textId="77777777" w:rsidR="00510C0F" w:rsidRDefault="00510C0F">
      <w:r>
        <w:separator/>
      </w:r>
    </w:p>
  </w:endnote>
  <w:endnote w:type="continuationSeparator" w:id="0">
    <w:p w14:paraId="2B780543" w14:textId="77777777" w:rsidR="00510C0F" w:rsidRDefault="0051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2FAE" w14:textId="77777777" w:rsidR="004E31B2" w:rsidRDefault="004E31B2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4E31B2" w14:paraId="5357AC90" w14:textId="77777777" w:rsidTr="004706FD">
      <w:tc>
        <w:tcPr>
          <w:tcW w:w="4534" w:type="dxa"/>
        </w:tcPr>
        <w:p w14:paraId="7B741F4B" w14:textId="718521BC" w:rsidR="00F16BAD" w:rsidRPr="00C86331" w:rsidRDefault="004E31B2" w:rsidP="00F16BAD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>
            <w:rPr>
              <w:rFonts w:ascii="Poppins" w:hAnsi="Poppins" w:cs="Poppins"/>
              <w:iCs/>
              <w:noProof/>
              <w:sz w:val="16"/>
            </w:rPr>
            <w:t>Collettori Topway S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0E16E78" w14:textId="2E831E9C" w:rsidR="004E31B2" w:rsidRPr="00EC29FF" w:rsidRDefault="004E31B2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1F1827">
            <w:rPr>
              <w:rFonts w:ascii="Poppins" w:hAnsi="Poppins" w:cs="Poppins"/>
              <w:noProof/>
              <w:sz w:val="14"/>
              <w:szCs w:val="14"/>
            </w:rPr>
            <w:t>24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83E847" w14:textId="77777777" w:rsidR="004E31B2" w:rsidRPr="005C61B9" w:rsidRDefault="004E31B2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3F5D673" wp14:editId="7930D244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1825C" w14:textId="77777777" w:rsidR="00510C0F" w:rsidRDefault="00510C0F">
      <w:r>
        <w:separator/>
      </w:r>
    </w:p>
  </w:footnote>
  <w:footnote w:type="continuationSeparator" w:id="0">
    <w:p w14:paraId="212D484E" w14:textId="77777777" w:rsidR="00510C0F" w:rsidRDefault="00510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6181" w14:textId="77777777" w:rsidR="004E31B2" w:rsidRDefault="004E31B2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060714B" wp14:editId="6EE7214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D467B10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  <w:p w14:paraId="53EBEF8D" w14:textId="77777777" w:rsidR="004E31B2" w:rsidRPr="00D440AE" w:rsidRDefault="004E31B2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D6ACF"/>
    <w:multiLevelType w:val="hybridMultilevel"/>
    <w:tmpl w:val="2A4269E2"/>
    <w:lvl w:ilvl="0" w:tplc="8E086E0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825FDC"/>
    <w:multiLevelType w:val="hybridMultilevel"/>
    <w:tmpl w:val="703C44E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01D93"/>
    <w:multiLevelType w:val="hybridMultilevel"/>
    <w:tmpl w:val="169CB118"/>
    <w:lvl w:ilvl="0" w:tplc="6812E17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204644"/>
    <w:multiLevelType w:val="hybridMultilevel"/>
    <w:tmpl w:val="B4967F6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16BB9"/>
    <w:multiLevelType w:val="hybridMultilevel"/>
    <w:tmpl w:val="B36A7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F5499"/>
    <w:multiLevelType w:val="hybridMultilevel"/>
    <w:tmpl w:val="6A1C44C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B3170B"/>
    <w:multiLevelType w:val="hybridMultilevel"/>
    <w:tmpl w:val="CB7CF2F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06EE0"/>
    <w:multiLevelType w:val="hybridMultilevel"/>
    <w:tmpl w:val="AF2A69F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A54541"/>
    <w:multiLevelType w:val="hybridMultilevel"/>
    <w:tmpl w:val="3716D486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02F338A"/>
    <w:multiLevelType w:val="hybridMultilevel"/>
    <w:tmpl w:val="C3760128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86E8C"/>
    <w:multiLevelType w:val="hybridMultilevel"/>
    <w:tmpl w:val="6FCED01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A41E5"/>
    <w:multiLevelType w:val="hybridMultilevel"/>
    <w:tmpl w:val="54E674D2"/>
    <w:lvl w:ilvl="0" w:tplc="1F94BE62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81F1F9E"/>
    <w:multiLevelType w:val="hybridMultilevel"/>
    <w:tmpl w:val="E67CC010"/>
    <w:lvl w:ilvl="0" w:tplc="35C2B06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9786382">
    <w:abstractNumId w:val="16"/>
  </w:num>
  <w:num w:numId="2" w16cid:durableId="589582806">
    <w:abstractNumId w:val="15"/>
  </w:num>
  <w:num w:numId="3" w16cid:durableId="864904806">
    <w:abstractNumId w:val="5"/>
  </w:num>
  <w:num w:numId="4" w16cid:durableId="599261537">
    <w:abstractNumId w:val="3"/>
  </w:num>
  <w:num w:numId="5" w16cid:durableId="1483305804">
    <w:abstractNumId w:val="9"/>
  </w:num>
  <w:num w:numId="6" w16cid:durableId="962467258">
    <w:abstractNumId w:val="8"/>
  </w:num>
  <w:num w:numId="7" w16cid:durableId="558399206">
    <w:abstractNumId w:val="6"/>
  </w:num>
  <w:num w:numId="8" w16cid:durableId="1898079541">
    <w:abstractNumId w:val="8"/>
  </w:num>
  <w:num w:numId="9" w16cid:durableId="244995739">
    <w:abstractNumId w:val="0"/>
  </w:num>
  <w:num w:numId="10" w16cid:durableId="5520329">
    <w:abstractNumId w:val="8"/>
  </w:num>
  <w:num w:numId="11" w16cid:durableId="345600247">
    <w:abstractNumId w:val="21"/>
  </w:num>
  <w:num w:numId="12" w16cid:durableId="1219321804">
    <w:abstractNumId w:val="26"/>
  </w:num>
  <w:num w:numId="13" w16cid:durableId="1087112639">
    <w:abstractNumId w:val="20"/>
  </w:num>
  <w:num w:numId="14" w16cid:durableId="1193223323">
    <w:abstractNumId w:val="7"/>
  </w:num>
  <w:num w:numId="15" w16cid:durableId="1601136578">
    <w:abstractNumId w:val="22"/>
  </w:num>
  <w:num w:numId="16" w16cid:durableId="709189204">
    <w:abstractNumId w:val="29"/>
  </w:num>
  <w:num w:numId="17" w16cid:durableId="2131433740">
    <w:abstractNumId w:val="30"/>
  </w:num>
  <w:num w:numId="18" w16cid:durableId="1797871616">
    <w:abstractNumId w:val="24"/>
  </w:num>
  <w:num w:numId="19" w16cid:durableId="1755323048">
    <w:abstractNumId w:val="1"/>
  </w:num>
  <w:num w:numId="20" w16cid:durableId="1779568181">
    <w:abstractNumId w:val="2"/>
  </w:num>
  <w:num w:numId="21" w16cid:durableId="1511800138">
    <w:abstractNumId w:val="10"/>
  </w:num>
  <w:num w:numId="22" w16cid:durableId="377828249">
    <w:abstractNumId w:val="12"/>
  </w:num>
  <w:num w:numId="23" w16cid:durableId="1728258636">
    <w:abstractNumId w:val="18"/>
  </w:num>
  <w:num w:numId="24" w16cid:durableId="1718816045">
    <w:abstractNumId w:val="28"/>
  </w:num>
  <w:num w:numId="25" w16cid:durableId="833298407">
    <w:abstractNumId w:val="31"/>
  </w:num>
  <w:num w:numId="26" w16cid:durableId="2043825311">
    <w:abstractNumId w:val="13"/>
  </w:num>
  <w:num w:numId="27" w16cid:durableId="96292020">
    <w:abstractNumId w:val="17"/>
  </w:num>
  <w:num w:numId="28" w16cid:durableId="1305231412">
    <w:abstractNumId w:val="19"/>
  </w:num>
  <w:num w:numId="29" w16cid:durableId="1054619059">
    <w:abstractNumId w:val="25"/>
  </w:num>
  <w:num w:numId="30" w16cid:durableId="168453038">
    <w:abstractNumId w:val="14"/>
  </w:num>
  <w:num w:numId="31" w16cid:durableId="870844441">
    <w:abstractNumId w:val="27"/>
  </w:num>
  <w:num w:numId="32" w16cid:durableId="103114831">
    <w:abstractNumId w:val="23"/>
  </w:num>
  <w:num w:numId="33" w16cid:durableId="409231861">
    <w:abstractNumId w:val="11"/>
  </w:num>
  <w:num w:numId="34" w16cid:durableId="821166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620C"/>
    <w:rsid w:val="00026DD4"/>
    <w:rsid w:val="000566C5"/>
    <w:rsid w:val="00066BEF"/>
    <w:rsid w:val="0006784D"/>
    <w:rsid w:val="0009136B"/>
    <w:rsid w:val="000B6932"/>
    <w:rsid w:val="000C52FA"/>
    <w:rsid w:val="000D71D5"/>
    <w:rsid w:val="000E75B0"/>
    <w:rsid w:val="000F7A52"/>
    <w:rsid w:val="00103A0D"/>
    <w:rsid w:val="0011415F"/>
    <w:rsid w:val="001441C6"/>
    <w:rsid w:val="001450AB"/>
    <w:rsid w:val="001620E3"/>
    <w:rsid w:val="00171DAE"/>
    <w:rsid w:val="00192AFC"/>
    <w:rsid w:val="00195A49"/>
    <w:rsid w:val="001B1339"/>
    <w:rsid w:val="001D365F"/>
    <w:rsid w:val="001E6403"/>
    <w:rsid w:val="001F1827"/>
    <w:rsid w:val="001F1B8C"/>
    <w:rsid w:val="001F782F"/>
    <w:rsid w:val="00211807"/>
    <w:rsid w:val="0023000E"/>
    <w:rsid w:val="002346C2"/>
    <w:rsid w:val="00246C68"/>
    <w:rsid w:val="0024798B"/>
    <w:rsid w:val="00264BCF"/>
    <w:rsid w:val="0028448D"/>
    <w:rsid w:val="002862D2"/>
    <w:rsid w:val="00294DEC"/>
    <w:rsid w:val="002B5D63"/>
    <w:rsid w:val="002F7EEA"/>
    <w:rsid w:val="0030254F"/>
    <w:rsid w:val="00304518"/>
    <w:rsid w:val="003333BC"/>
    <w:rsid w:val="003430C6"/>
    <w:rsid w:val="00344430"/>
    <w:rsid w:val="00344E54"/>
    <w:rsid w:val="003524C7"/>
    <w:rsid w:val="00356AC9"/>
    <w:rsid w:val="00357812"/>
    <w:rsid w:val="00365710"/>
    <w:rsid w:val="00372ECE"/>
    <w:rsid w:val="003A7A78"/>
    <w:rsid w:val="003B756E"/>
    <w:rsid w:val="003D4BE3"/>
    <w:rsid w:val="003E6248"/>
    <w:rsid w:val="003F0EBC"/>
    <w:rsid w:val="00425EED"/>
    <w:rsid w:val="004272FC"/>
    <w:rsid w:val="00433C12"/>
    <w:rsid w:val="0044592F"/>
    <w:rsid w:val="00447EFC"/>
    <w:rsid w:val="004706FD"/>
    <w:rsid w:val="00474537"/>
    <w:rsid w:val="0048382E"/>
    <w:rsid w:val="0049228D"/>
    <w:rsid w:val="004C2174"/>
    <w:rsid w:val="004D5C92"/>
    <w:rsid w:val="004E31B2"/>
    <w:rsid w:val="004E5669"/>
    <w:rsid w:val="004E6974"/>
    <w:rsid w:val="004F1A26"/>
    <w:rsid w:val="00510C0F"/>
    <w:rsid w:val="005235FA"/>
    <w:rsid w:val="00523D3A"/>
    <w:rsid w:val="00525BAE"/>
    <w:rsid w:val="00530F9B"/>
    <w:rsid w:val="005315F1"/>
    <w:rsid w:val="00536743"/>
    <w:rsid w:val="00562E55"/>
    <w:rsid w:val="00584984"/>
    <w:rsid w:val="005C61B9"/>
    <w:rsid w:val="005D5A28"/>
    <w:rsid w:val="005E1169"/>
    <w:rsid w:val="005E3C1E"/>
    <w:rsid w:val="006015C2"/>
    <w:rsid w:val="006040F5"/>
    <w:rsid w:val="00610639"/>
    <w:rsid w:val="00620C00"/>
    <w:rsid w:val="00665813"/>
    <w:rsid w:val="00684DDD"/>
    <w:rsid w:val="00695B49"/>
    <w:rsid w:val="006B218C"/>
    <w:rsid w:val="006B29B1"/>
    <w:rsid w:val="006C14CB"/>
    <w:rsid w:val="006C2311"/>
    <w:rsid w:val="006C3D46"/>
    <w:rsid w:val="006C502F"/>
    <w:rsid w:val="006D044B"/>
    <w:rsid w:val="006D4FDF"/>
    <w:rsid w:val="006E5C4B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31A2"/>
    <w:rsid w:val="007B5BA3"/>
    <w:rsid w:val="007D5EC7"/>
    <w:rsid w:val="007E6E02"/>
    <w:rsid w:val="007E7665"/>
    <w:rsid w:val="007F4841"/>
    <w:rsid w:val="008014DD"/>
    <w:rsid w:val="0080323F"/>
    <w:rsid w:val="0080754F"/>
    <w:rsid w:val="0081045F"/>
    <w:rsid w:val="00830828"/>
    <w:rsid w:val="00836795"/>
    <w:rsid w:val="00844BBC"/>
    <w:rsid w:val="00854C2B"/>
    <w:rsid w:val="008574C8"/>
    <w:rsid w:val="00867692"/>
    <w:rsid w:val="008804CB"/>
    <w:rsid w:val="008A1950"/>
    <w:rsid w:val="008A2C0A"/>
    <w:rsid w:val="008B5587"/>
    <w:rsid w:val="008C2F88"/>
    <w:rsid w:val="00904071"/>
    <w:rsid w:val="009059BB"/>
    <w:rsid w:val="00923354"/>
    <w:rsid w:val="00931A8A"/>
    <w:rsid w:val="009361AF"/>
    <w:rsid w:val="0094047C"/>
    <w:rsid w:val="00942B09"/>
    <w:rsid w:val="00943AFA"/>
    <w:rsid w:val="00961BD5"/>
    <w:rsid w:val="00985928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216E2"/>
    <w:rsid w:val="00A22F7F"/>
    <w:rsid w:val="00A26A80"/>
    <w:rsid w:val="00A36919"/>
    <w:rsid w:val="00A62A77"/>
    <w:rsid w:val="00A743FF"/>
    <w:rsid w:val="00AC0741"/>
    <w:rsid w:val="00AD05EC"/>
    <w:rsid w:val="00AD1706"/>
    <w:rsid w:val="00AF350C"/>
    <w:rsid w:val="00B3331E"/>
    <w:rsid w:val="00B406A9"/>
    <w:rsid w:val="00B466FB"/>
    <w:rsid w:val="00B7475F"/>
    <w:rsid w:val="00B7512B"/>
    <w:rsid w:val="00B90AA1"/>
    <w:rsid w:val="00B93CD1"/>
    <w:rsid w:val="00BB0104"/>
    <w:rsid w:val="00BB2A5B"/>
    <w:rsid w:val="00BD14D8"/>
    <w:rsid w:val="00BD7D5A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39E5"/>
    <w:rsid w:val="00C85025"/>
    <w:rsid w:val="00C86331"/>
    <w:rsid w:val="00C93402"/>
    <w:rsid w:val="00C939B1"/>
    <w:rsid w:val="00CB1475"/>
    <w:rsid w:val="00CC31A7"/>
    <w:rsid w:val="00CC5414"/>
    <w:rsid w:val="00CE7C2F"/>
    <w:rsid w:val="00D061A5"/>
    <w:rsid w:val="00D178ED"/>
    <w:rsid w:val="00D17F30"/>
    <w:rsid w:val="00D2119B"/>
    <w:rsid w:val="00D229AF"/>
    <w:rsid w:val="00D26FD9"/>
    <w:rsid w:val="00D440AE"/>
    <w:rsid w:val="00D62BDF"/>
    <w:rsid w:val="00D80304"/>
    <w:rsid w:val="00D832BB"/>
    <w:rsid w:val="00D902A4"/>
    <w:rsid w:val="00DA3646"/>
    <w:rsid w:val="00DB57D5"/>
    <w:rsid w:val="00DD2E16"/>
    <w:rsid w:val="00DE474F"/>
    <w:rsid w:val="00DE5C0B"/>
    <w:rsid w:val="00E0261D"/>
    <w:rsid w:val="00E05105"/>
    <w:rsid w:val="00E07577"/>
    <w:rsid w:val="00E11294"/>
    <w:rsid w:val="00E17A38"/>
    <w:rsid w:val="00E23DB0"/>
    <w:rsid w:val="00E36C49"/>
    <w:rsid w:val="00E42389"/>
    <w:rsid w:val="00E50A22"/>
    <w:rsid w:val="00E5632D"/>
    <w:rsid w:val="00E5765E"/>
    <w:rsid w:val="00E64288"/>
    <w:rsid w:val="00E94BE3"/>
    <w:rsid w:val="00EA01C8"/>
    <w:rsid w:val="00EA0BE1"/>
    <w:rsid w:val="00EA4DAF"/>
    <w:rsid w:val="00EB33B9"/>
    <w:rsid w:val="00EB3CF5"/>
    <w:rsid w:val="00EC29FF"/>
    <w:rsid w:val="00ED24CF"/>
    <w:rsid w:val="00EF73E5"/>
    <w:rsid w:val="00F16B8E"/>
    <w:rsid w:val="00F16BAD"/>
    <w:rsid w:val="00F50F65"/>
    <w:rsid w:val="00F53758"/>
    <w:rsid w:val="00F60A08"/>
    <w:rsid w:val="00F62E5A"/>
    <w:rsid w:val="00F70B53"/>
    <w:rsid w:val="00FD02BC"/>
    <w:rsid w:val="00FD255D"/>
    <w:rsid w:val="00FD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54E7E6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060E-6C3A-4A17-87E0-2D97BE049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24</Pages>
  <Words>5309</Words>
  <Characters>30266</Characters>
  <Application>Microsoft Office Word</Application>
  <DocSecurity>0</DocSecurity>
  <Lines>252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35504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2013-11-14T13:48:00Z</cp:lastPrinted>
  <dcterms:created xsi:type="dcterms:W3CDTF">2025-01-14T14:22:00Z</dcterms:created>
  <dcterms:modified xsi:type="dcterms:W3CDTF">2025-01-14T15:13:00Z</dcterms:modified>
</cp:coreProperties>
</file>